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DE4DE" w14:textId="4522DC25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91754F">
        <w:rPr>
          <w:rFonts w:ascii="Arial" w:hAnsi="Arial" w:cs="Arial"/>
          <w:bCs/>
          <w:i w:val="0"/>
          <w:szCs w:val="24"/>
        </w:rPr>
        <w:t>3</w:t>
      </w:r>
      <w:r w:rsidR="00B36ABD"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0A02017A" w14:textId="77777777" w:rsidR="00C4103F" w:rsidRPr="0012157F" w:rsidRDefault="007118F0" w:rsidP="00FF2111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09FF5D38" w14:textId="77777777" w:rsidR="006676AE" w:rsidRPr="0012157F" w:rsidRDefault="00BB228C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BB228C">
        <w:rPr>
          <w:rFonts w:ascii="Arial" w:hAnsi="Arial" w:cs="Arial"/>
        </w:rPr>
        <w:t>Gmina Brześć Kujawski</w:t>
      </w:r>
    </w:p>
    <w:p w14:paraId="24A7F427" w14:textId="77777777" w:rsidR="006676AE" w:rsidRPr="0012157F" w:rsidRDefault="00BB228C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BB228C">
        <w:rPr>
          <w:rFonts w:ascii="Arial" w:hAnsi="Arial" w:cs="Arial"/>
        </w:rPr>
        <w:t>pl. Władysława Łokietka</w:t>
      </w:r>
      <w:r w:rsidR="006676AE" w:rsidRPr="0012157F">
        <w:rPr>
          <w:rFonts w:ascii="Arial" w:hAnsi="Arial" w:cs="Arial"/>
        </w:rPr>
        <w:t xml:space="preserve"> </w:t>
      </w:r>
      <w:r w:rsidRPr="00BB228C">
        <w:rPr>
          <w:rFonts w:ascii="Arial" w:hAnsi="Arial" w:cs="Arial"/>
        </w:rPr>
        <w:t>1</w:t>
      </w:r>
      <w:r w:rsidR="006676AE" w:rsidRPr="0012157F">
        <w:rPr>
          <w:rFonts w:ascii="Arial" w:hAnsi="Arial" w:cs="Arial"/>
        </w:rPr>
        <w:t xml:space="preserve"> </w:t>
      </w:r>
    </w:p>
    <w:p w14:paraId="5A4E4898" w14:textId="77777777" w:rsidR="00F90CD1" w:rsidRDefault="00BB228C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BB228C">
        <w:rPr>
          <w:rFonts w:ascii="Arial" w:hAnsi="Arial" w:cs="Arial"/>
        </w:rPr>
        <w:t>87-880</w:t>
      </w:r>
      <w:r w:rsidR="006676AE" w:rsidRPr="0012157F">
        <w:rPr>
          <w:rFonts w:ascii="Arial" w:hAnsi="Arial" w:cs="Arial"/>
        </w:rPr>
        <w:t xml:space="preserve"> </w:t>
      </w:r>
      <w:r w:rsidRPr="00BB228C">
        <w:rPr>
          <w:rFonts w:ascii="Arial" w:hAnsi="Arial" w:cs="Arial"/>
        </w:rPr>
        <w:t>Brześć Kujawski</w:t>
      </w:r>
    </w:p>
    <w:p w14:paraId="0843D38D" w14:textId="77777777" w:rsidR="009169D4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2D178404" w14:textId="77777777" w:rsidR="00C4103F" w:rsidRPr="002578E4" w:rsidRDefault="002578E4" w:rsidP="002578E4">
      <w:pPr>
        <w:pStyle w:val="Tekstpodstawowy"/>
        <w:spacing w:after="0" w:line="276" w:lineRule="auto"/>
        <w:ind w:left="4111"/>
        <w:rPr>
          <w:rFonts w:ascii="Arial" w:hAnsi="Arial" w:cs="Arial"/>
          <w:iCs/>
        </w:rPr>
      </w:pPr>
      <w:r w:rsidRPr="002578E4">
        <w:rPr>
          <w:rFonts w:ascii="Arial" w:hAnsi="Arial" w:cs="Arial"/>
          <w:iCs/>
          <w:sz w:val="16"/>
          <w:szCs w:val="16"/>
        </w:rPr>
        <w:t>[</w:t>
      </w:r>
      <w:r w:rsidR="009169D4" w:rsidRPr="002578E4">
        <w:rPr>
          <w:rFonts w:ascii="Arial" w:hAnsi="Arial" w:cs="Arial"/>
          <w:iCs/>
          <w:sz w:val="16"/>
          <w:szCs w:val="16"/>
        </w:rPr>
        <w:t>pełna nazwa, adres</w:t>
      </w:r>
      <w:r w:rsidRPr="002578E4">
        <w:rPr>
          <w:rFonts w:ascii="Arial" w:hAnsi="Arial" w:cs="Arial"/>
          <w:iCs/>
          <w:sz w:val="16"/>
          <w:szCs w:val="16"/>
        </w:rPr>
        <w:t>]</w:t>
      </w:r>
    </w:p>
    <w:p w14:paraId="7A306557" w14:textId="77777777" w:rsidR="002578E4" w:rsidRDefault="002578E4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A2540E" w14:paraId="6D9DDDDE" w14:textId="77777777" w:rsidTr="0018769E">
        <w:tc>
          <w:tcPr>
            <w:tcW w:w="2800" w:type="dxa"/>
          </w:tcPr>
          <w:p w14:paraId="2DACBD48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56E6449A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AE2B2CB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5F1F056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A2540E" w14:paraId="66271FA4" w14:textId="77777777" w:rsidTr="0018769E">
        <w:tc>
          <w:tcPr>
            <w:tcW w:w="2800" w:type="dxa"/>
          </w:tcPr>
          <w:p w14:paraId="5C558A8D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58B13BA2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22498BB9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A81F1D3" w14:textId="77777777" w:rsidR="002578E4" w:rsidRPr="00A2540E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05F5B750" w14:textId="77777777" w:rsidR="002578E4" w:rsidRPr="002578E4" w:rsidRDefault="002578E4" w:rsidP="002578E4">
      <w:pPr>
        <w:spacing w:after="240"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B228C" w:rsidRPr="0012157F" w14:paraId="07344C68" w14:textId="77777777" w:rsidTr="006331B5">
        <w:tc>
          <w:tcPr>
            <w:tcW w:w="9104" w:type="dxa"/>
            <w:shd w:val="clear" w:color="auto" w:fill="D9D9D9"/>
          </w:tcPr>
          <w:p w14:paraId="3E863EA5" w14:textId="77777777" w:rsidR="00BB228C" w:rsidRPr="0012157F" w:rsidRDefault="00BB228C" w:rsidP="006331B5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3F1E1DD4" w14:textId="77777777" w:rsidR="00BB228C" w:rsidRPr="0012157F" w:rsidRDefault="00BB228C" w:rsidP="006331B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BB228C">
              <w:rPr>
                <w:rFonts w:ascii="Arial" w:hAnsi="Arial" w:cs="Arial"/>
                <w:sz w:val="24"/>
                <w:szCs w:val="24"/>
              </w:rPr>
              <w:t>(t.j. Dz. U. z 2024 poz. 1320)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Pzp), dotyczące:</w:t>
            </w:r>
          </w:p>
          <w:p w14:paraId="016B1859" w14:textId="77777777" w:rsidR="00BB228C" w:rsidRPr="00612283" w:rsidRDefault="00BB228C" w:rsidP="006331B5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0491C901" w14:textId="77777777" w:rsidR="00BB228C" w:rsidRPr="00612283" w:rsidRDefault="00BB228C" w:rsidP="006331B5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67D8E774" w14:textId="77777777" w:rsidR="00BB228C" w:rsidRPr="0012157F" w:rsidRDefault="00BB228C" w:rsidP="006331B5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7C63DE49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29EC02E7" w14:textId="77777777" w:rsidTr="0018769E">
        <w:tc>
          <w:tcPr>
            <w:tcW w:w="2269" w:type="dxa"/>
          </w:tcPr>
          <w:p w14:paraId="1E5392AE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072ECFF1" w14:textId="026E8BFE" w:rsidR="002578E4" w:rsidRPr="00A2540E" w:rsidRDefault="008B121D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8B121D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Uporządkowanie gospodarki wodno-ściekowej na terenie Gminy Brześć Kujawski - II Etap</w:t>
            </w:r>
          </w:p>
        </w:tc>
      </w:tr>
      <w:tr w:rsidR="00BB228C" w:rsidRPr="00A2540E" w14:paraId="7F3B14B1" w14:textId="77777777" w:rsidTr="006331B5">
        <w:tc>
          <w:tcPr>
            <w:tcW w:w="2269" w:type="dxa"/>
          </w:tcPr>
          <w:p w14:paraId="5E383427" w14:textId="77777777" w:rsidR="00BB228C" w:rsidRPr="00A2540E" w:rsidRDefault="00BB228C" w:rsidP="006331B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2D35AD03" w14:textId="16270BE0" w:rsidR="00BB228C" w:rsidRPr="00A2540E" w:rsidRDefault="00BB228C" w:rsidP="006331B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B228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BI.II.271.2.202</w:t>
            </w:r>
            <w:r w:rsidR="0091754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6</w:t>
            </w:r>
            <w:r w:rsidRPr="00BB228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.NŻ</w:t>
            </w:r>
          </w:p>
        </w:tc>
      </w:tr>
    </w:tbl>
    <w:p w14:paraId="1895CAE1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594E7E3" w14:textId="77777777" w:rsidR="00F90CD1" w:rsidRPr="0012157F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BB228C" w:rsidRPr="00BB228C">
        <w:rPr>
          <w:rFonts w:ascii="Arial" w:hAnsi="Arial" w:cs="Arial"/>
          <w:b/>
          <w:sz w:val="24"/>
          <w:szCs w:val="24"/>
        </w:rPr>
        <w:t>Gmina Brześć Kujawski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5C1F8922" w14:textId="77777777" w:rsidTr="00650D6C">
        <w:tc>
          <w:tcPr>
            <w:tcW w:w="9104" w:type="dxa"/>
            <w:shd w:val="clear" w:color="auto" w:fill="D9D9D9"/>
          </w:tcPr>
          <w:p w14:paraId="7C90DA9C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40DCBDEF" w14:textId="77777777" w:rsidR="00C113BF" w:rsidRPr="0012157F" w:rsidRDefault="00C113BF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>ustawy Pzp</w:t>
      </w:r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6F6F58D5" w14:textId="77777777" w:rsidR="00BB228C" w:rsidRPr="00992BD8" w:rsidRDefault="00BB228C" w:rsidP="00BB228C">
      <w:pPr>
        <w:spacing w:after="0" w:line="276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1DAFC982" w14:textId="77777777" w:rsidR="002426FF" w:rsidRPr="00A44833" w:rsidRDefault="00BB228C" w:rsidP="00BB228C">
      <w:pPr>
        <w:spacing w:after="0" w:line="360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  <w:r w:rsidRPr="0012157F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12157F">
        <w:rPr>
          <w:rFonts w:ascii="Arial" w:hAnsi="Arial" w:cs="Arial"/>
          <w:sz w:val="24"/>
          <w:szCs w:val="24"/>
        </w:rPr>
        <w:br/>
        <w:t>art. 109 ust. 1 ustawy Pzp, w zakresie:</w:t>
      </w:r>
    </w:p>
    <w:p w14:paraId="7BD249E1" w14:textId="77777777" w:rsidR="00BB228C" w:rsidRPr="0012157F" w:rsidRDefault="00BB228C" w:rsidP="00BB228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D692BC8" w14:textId="77777777" w:rsidR="00BB228C" w:rsidRPr="0012157F" w:rsidRDefault="00BB228C" w:rsidP="00BB228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1</w:t>
      </w:r>
    </w:p>
    <w:p w14:paraId="56C178FD" w14:textId="77777777" w:rsidR="00BB228C" w:rsidRPr="0012157F" w:rsidRDefault="00BB228C" w:rsidP="00BB228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Wykonawca, 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należności.</w:t>
      </w:r>
    </w:p>
    <w:p w14:paraId="574B59E0" w14:textId="77777777" w:rsidR="00BB228C" w:rsidRPr="00A44833" w:rsidRDefault="00BB228C" w:rsidP="00BB228C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14:paraId="00C3C9A9" w14:textId="77777777" w:rsidR="00BB228C" w:rsidRPr="0012157F" w:rsidRDefault="00BB228C" w:rsidP="00BB228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4</w:t>
      </w:r>
    </w:p>
    <w:p w14:paraId="721BFF5B" w14:textId="77777777" w:rsidR="00BB228C" w:rsidRPr="0012157F" w:rsidRDefault="00BB228C" w:rsidP="00BB228C">
      <w:pPr>
        <w:pStyle w:val="Nagwek2"/>
        <w:keepNext w:val="0"/>
        <w:keepLines w:val="0"/>
        <w:spacing w:before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2157F">
        <w:rPr>
          <w:rFonts w:ascii="Arial" w:hAnsi="Arial" w:cs="Arial"/>
          <w:color w:val="auto"/>
          <w:sz w:val="24"/>
          <w:szCs w:val="24"/>
        </w:rPr>
        <w:t>Wykonawca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37203148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690F79D6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11C1E90D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57165730" w14:textId="77777777" w:rsidR="0002347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E426EB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Pzp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0F1BA083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31E96D6D" w14:textId="6F4EE88F" w:rsidR="0011306C" w:rsidRDefault="007A2BCB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 w:rsidR="008B121D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z postępowania na podstawie art. 7 ust. 1 ustawy z dnia 13 kwietnia 2022 r. </w:t>
      </w:r>
      <w:r w:rsidR="008B121D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o szczególnych rozwiązaniach w zakresie przeciwdziałania wspieraniu agresji </w:t>
      </w:r>
      <w:r w:rsidR="008B121D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lastRenderedPageBreak/>
        <w:t>na Ukrainę oraz służących ochronie bezpieczeństwa narodowego (</w:t>
      </w:r>
      <w:r w:rsidR="000C2F90">
        <w:rPr>
          <w:rFonts w:ascii="Arial" w:hAnsi="Arial" w:cs="Arial"/>
          <w:sz w:val="24"/>
          <w:szCs w:val="24"/>
        </w:rPr>
        <w:t xml:space="preserve">t.j. </w:t>
      </w:r>
      <w:r w:rsidRPr="007A2BCB">
        <w:rPr>
          <w:rFonts w:ascii="Arial" w:hAnsi="Arial" w:cs="Arial"/>
          <w:sz w:val="24"/>
          <w:szCs w:val="24"/>
        </w:rPr>
        <w:t xml:space="preserve">Dz. U. </w:t>
      </w:r>
      <w:r w:rsidR="000C2F90">
        <w:rPr>
          <w:rFonts w:ascii="Arial" w:hAnsi="Arial" w:cs="Arial"/>
          <w:sz w:val="24"/>
          <w:szCs w:val="24"/>
        </w:rPr>
        <w:t xml:space="preserve">z 2023r. </w:t>
      </w:r>
      <w:r w:rsidRPr="007A2BCB">
        <w:rPr>
          <w:rFonts w:ascii="Arial" w:hAnsi="Arial" w:cs="Arial"/>
          <w:sz w:val="24"/>
          <w:szCs w:val="24"/>
        </w:rPr>
        <w:t xml:space="preserve">poz. </w:t>
      </w:r>
      <w:r w:rsidR="007020E3">
        <w:rPr>
          <w:rFonts w:ascii="Arial" w:hAnsi="Arial" w:cs="Arial"/>
          <w:sz w:val="24"/>
          <w:szCs w:val="24"/>
        </w:rPr>
        <w:t>1497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1E2FD360" w14:textId="77777777" w:rsidTr="00CD4DD1">
        <w:tc>
          <w:tcPr>
            <w:tcW w:w="9104" w:type="dxa"/>
            <w:shd w:val="clear" w:color="auto" w:fill="D9D9D9"/>
          </w:tcPr>
          <w:p w14:paraId="6317AC09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2BCCD840" w14:textId="413CBA59" w:rsidR="00D2702A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8B121D">
        <w:rPr>
          <w:rFonts w:ascii="Arial" w:hAnsi="Arial" w:cs="Arial"/>
          <w:sz w:val="24"/>
          <w:szCs w:val="24"/>
        </w:rPr>
        <w:br/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943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1"/>
        <w:gridCol w:w="7774"/>
      </w:tblGrid>
      <w:tr w:rsidR="0091754F" w:rsidRPr="002A05E1" w14:paraId="5B318425" w14:textId="77777777" w:rsidTr="0091754F"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90BE0" w14:textId="77777777" w:rsidR="0091754F" w:rsidRPr="002A05E1" w:rsidRDefault="0091754F" w:rsidP="00884D6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2A05E1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95F81" w14:textId="77777777" w:rsidR="0091754F" w:rsidRPr="002A05E1" w:rsidRDefault="0091754F" w:rsidP="00884D65">
            <w:pPr>
              <w:spacing w:before="120" w:after="120" w:line="276" w:lineRule="auto"/>
              <w:rPr>
                <w:rFonts w:ascii="Arial" w:hAnsi="Arial" w:cs="Arial"/>
              </w:rPr>
            </w:pPr>
            <w:r w:rsidRPr="002A05E1">
              <w:rPr>
                <w:rFonts w:ascii="Arial" w:hAnsi="Arial" w:cs="Arial"/>
                <w:b/>
              </w:rPr>
              <w:t>Warunki udziału w postępowaniu</w:t>
            </w:r>
          </w:p>
        </w:tc>
      </w:tr>
      <w:tr w:rsidR="0091754F" w:rsidRPr="00202659" w14:paraId="7781EC36" w14:textId="77777777" w:rsidTr="0091754F"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766B2" w14:textId="77777777" w:rsidR="0091754F" w:rsidRPr="00202659" w:rsidRDefault="0091754F" w:rsidP="00884D65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5003D5">
              <w:rPr>
                <w:rFonts w:ascii="Arial" w:hAnsi="Arial" w:cs="Arial"/>
              </w:rPr>
              <w:t>1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B79AE" w14:textId="77777777" w:rsidR="0091754F" w:rsidRPr="00202659" w:rsidRDefault="0091754F" w:rsidP="00884D65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5003D5">
              <w:rPr>
                <w:rFonts w:ascii="Arial" w:hAnsi="Arial" w:cs="Arial"/>
                <w:b/>
                <w:bCs/>
              </w:rPr>
              <w:t>Sytuacja ekonomiczna lub finansowa</w:t>
            </w:r>
          </w:p>
          <w:p w14:paraId="0317D8D6" w14:textId="77777777" w:rsidR="0091754F" w:rsidRPr="00BF6FD0" w:rsidRDefault="0091754F" w:rsidP="00884D65">
            <w:pPr>
              <w:spacing w:before="60" w:after="60" w:line="360" w:lineRule="auto"/>
              <w:jc w:val="both"/>
              <w:rPr>
                <w:rFonts w:ascii="Arial" w:hAnsi="Arial" w:cs="Arial"/>
              </w:rPr>
            </w:pPr>
            <w:r w:rsidRPr="00BF6FD0">
              <w:rPr>
                <w:rFonts w:ascii="Arial" w:hAnsi="Arial" w:cs="Arial"/>
              </w:rPr>
              <w:t xml:space="preserve">Zamawiający wymaga złożenia na wezwanie informacji banku lub spółdzielczej kasy oszczędnościowo-kredytowej, potwierdzającej wysokość posiadanych środków finansowych lub zdolność kredytową wykonawcy na kwotę minimum: </w:t>
            </w:r>
          </w:p>
          <w:p w14:paraId="44E64E4D" w14:textId="77777777" w:rsidR="0091754F" w:rsidRPr="00BF6FD0" w:rsidRDefault="0091754F" w:rsidP="00884D65">
            <w:pPr>
              <w:spacing w:before="60" w:after="60" w:line="360" w:lineRule="auto"/>
              <w:jc w:val="both"/>
              <w:rPr>
                <w:rFonts w:ascii="Arial" w:hAnsi="Arial" w:cs="Arial"/>
              </w:rPr>
            </w:pPr>
            <w:r w:rsidRPr="00BF6FD0">
              <w:rPr>
                <w:rFonts w:ascii="Arial" w:hAnsi="Arial" w:cs="Arial"/>
              </w:rPr>
              <w:t>- dla Części 1) - 500 000,00 zł,</w:t>
            </w:r>
          </w:p>
          <w:p w14:paraId="5256C188" w14:textId="77777777" w:rsidR="0091754F" w:rsidRPr="00BF6FD0" w:rsidRDefault="0091754F" w:rsidP="00884D65">
            <w:pPr>
              <w:spacing w:before="60" w:after="60" w:line="360" w:lineRule="auto"/>
              <w:jc w:val="both"/>
              <w:rPr>
                <w:rFonts w:ascii="Arial" w:hAnsi="Arial" w:cs="Arial"/>
              </w:rPr>
            </w:pPr>
            <w:r w:rsidRPr="00BF6FD0">
              <w:rPr>
                <w:rFonts w:ascii="Arial" w:hAnsi="Arial" w:cs="Arial"/>
              </w:rPr>
              <w:t>- dla Części 2) – 100 000,00 zł.</w:t>
            </w:r>
          </w:p>
          <w:p w14:paraId="654B5BEA" w14:textId="77777777" w:rsidR="0091754F" w:rsidRPr="00BF6FD0" w:rsidRDefault="0091754F" w:rsidP="00884D65">
            <w:pPr>
              <w:spacing w:before="60" w:after="60" w:line="360" w:lineRule="auto"/>
              <w:jc w:val="both"/>
              <w:rPr>
                <w:rFonts w:ascii="Arial" w:hAnsi="Arial" w:cs="Arial"/>
              </w:rPr>
            </w:pPr>
            <w:r w:rsidRPr="00BF6FD0">
              <w:rPr>
                <w:rFonts w:ascii="Arial" w:hAnsi="Arial" w:cs="Arial"/>
              </w:rPr>
              <w:t>Zamawiający wymaga złożenia na wezwanie polisy, a w przypadku jej braku innego dokumentu potwierdzającego, że wykonawca jest ubezpieczony od odpowiedzialności cywilnej w zakresie prowadzonej działalności związanej z przedmiotem zamówienia na kwotę minimum:</w:t>
            </w:r>
          </w:p>
          <w:p w14:paraId="17121439" w14:textId="77777777" w:rsidR="0091754F" w:rsidRPr="00BF6FD0" w:rsidRDefault="0091754F" w:rsidP="00884D65">
            <w:pPr>
              <w:spacing w:before="60" w:after="60" w:line="360" w:lineRule="auto"/>
              <w:jc w:val="both"/>
              <w:rPr>
                <w:rFonts w:ascii="Arial" w:hAnsi="Arial" w:cs="Arial"/>
              </w:rPr>
            </w:pPr>
            <w:r w:rsidRPr="00BF6FD0">
              <w:rPr>
                <w:rFonts w:ascii="Arial" w:hAnsi="Arial" w:cs="Arial"/>
              </w:rPr>
              <w:t>- dla Części 1) - 500 000,00 zł,</w:t>
            </w:r>
          </w:p>
          <w:p w14:paraId="2B9E9DFC" w14:textId="77777777" w:rsidR="0091754F" w:rsidRPr="000629B7" w:rsidRDefault="0091754F" w:rsidP="00884D65">
            <w:pPr>
              <w:spacing w:before="60" w:after="60" w:line="360" w:lineRule="auto"/>
              <w:jc w:val="both"/>
              <w:rPr>
                <w:rFonts w:ascii="Arial" w:hAnsi="Arial" w:cs="Arial"/>
              </w:rPr>
            </w:pPr>
            <w:r w:rsidRPr="00BF6FD0">
              <w:rPr>
                <w:rFonts w:ascii="Arial" w:hAnsi="Arial" w:cs="Arial"/>
              </w:rPr>
              <w:t>- dla Części 2) - 100 000,00 zł.</w:t>
            </w:r>
          </w:p>
          <w:p w14:paraId="7F1F86C3" w14:textId="77777777" w:rsidR="0091754F" w:rsidRPr="00202659" w:rsidRDefault="0091754F" w:rsidP="00884D65">
            <w:pPr>
              <w:spacing w:before="60" w:after="60" w:line="360" w:lineRule="auto"/>
              <w:jc w:val="both"/>
              <w:rPr>
                <w:rFonts w:ascii="Arial" w:hAnsi="Arial" w:cs="Arial"/>
              </w:rPr>
            </w:pPr>
            <w:r w:rsidRPr="000629B7">
              <w:rPr>
                <w:rFonts w:ascii="Arial" w:hAnsi="Arial" w:cs="Arial"/>
              </w:rPr>
              <w:t>Ocena spełniania warunków udziału w postępowaniu będzie dokonana na zasadzie spełnia/nie spełnia.</w:t>
            </w:r>
          </w:p>
        </w:tc>
      </w:tr>
      <w:tr w:rsidR="0091754F" w:rsidRPr="00202659" w14:paraId="4E624E4B" w14:textId="77777777" w:rsidTr="0091754F"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FB9BE" w14:textId="77777777" w:rsidR="0091754F" w:rsidRPr="00202659" w:rsidRDefault="0091754F" w:rsidP="00884D65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5003D5">
              <w:rPr>
                <w:rFonts w:ascii="Arial" w:hAnsi="Arial" w:cs="Arial"/>
              </w:rPr>
              <w:t>2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59E0A" w14:textId="77777777" w:rsidR="0091754F" w:rsidRPr="00202659" w:rsidRDefault="0091754F" w:rsidP="00884D65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5003D5">
              <w:rPr>
                <w:rFonts w:ascii="Arial" w:hAnsi="Arial" w:cs="Arial"/>
                <w:b/>
                <w:bCs/>
              </w:rPr>
              <w:t>Zdolność techniczna lub zawodowa</w:t>
            </w:r>
          </w:p>
          <w:p w14:paraId="7DDCD4AC" w14:textId="77777777" w:rsidR="0091754F" w:rsidRPr="00BF6FD0" w:rsidRDefault="0091754F" w:rsidP="00884D65">
            <w:pPr>
              <w:spacing w:before="60" w:after="60" w:line="360" w:lineRule="auto"/>
              <w:jc w:val="both"/>
              <w:rPr>
                <w:rFonts w:ascii="Arial" w:hAnsi="Arial" w:cs="Arial"/>
              </w:rPr>
            </w:pPr>
            <w:r w:rsidRPr="00BF6FD0">
              <w:rPr>
                <w:rFonts w:ascii="Arial" w:hAnsi="Arial" w:cs="Arial"/>
              </w:rPr>
              <w:t xml:space="preserve">O udzielenie zamówienia publicznego mogą ubiegać się wykonawcy, którzy spełniają warunki, dotyczące  zdolności technicznej lub zawodowej. </w:t>
            </w:r>
          </w:p>
          <w:p w14:paraId="1BD7D208" w14:textId="77777777" w:rsidR="0091754F" w:rsidRPr="00BF6FD0" w:rsidRDefault="0091754F" w:rsidP="00884D65">
            <w:pPr>
              <w:spacing w:before="60" w:after="60" w:line="360" w:lineRule="auto"/>
              <w:jc w:val="both"/>
              <w:rPr>
                <w:rFonts w:ascii="Arial" w:hAnsi="Arial" w:cs="Arial"/>
              </w:rPr>
            </w:pPr>
            <w:r w:rsidRPr="00BF6FD0">
              <w:rPr>
                <w:rFonts w:ascii="Arial" w:hAnsi="Arial" w:cs="Arial"/>
              </w:rPr>
              <w:lastRenderedPageBreak/>
              <w:t xml:space="preserve">Zamawiający wymaga wykazania w załączniku nr 7 do SWZ </w:t>
            </w:r>
            <w:r w:rsidRPr="00BF6FD0">
              <w:rPr>
                <w:rFonts w:ascii="Arial" w:hAnsi="Arial" w:cs="Arial"/>
              </w:rPr>
              <w:br/>
              <w:t>co najmniej 2 roboty budowlane:</w:t>
            </w:r>
          </w:p>
          <w:p w14:paraId="41A14703" w14:textId="77777777" w:rsidR="0091754F" w:rsidRPr="00BF6FD0" w:rsidRDefault="0091754F" w:rsidP="00884D65">
            <w:pPr>
              <w:spacing w:before="60" w:after="60" w:line="360" w:lineRule="auto"/>
              <w:jc w:val="both"/>
              <w:rPr>
                <w:rFonts w:ascii="Arial" w:hAnsi="Arial" w:cs="Arial"/>
              </w:rPr>
            </w:pPr>
            <w:r w:rsidRPr="00BF6FD0">
              <w:rPr>
                <w:rFonts w:ascii="Arial" w:hAnsi="Arial" w:cs="Arial"/>
              </w:rPr>
              <w:t>- dla Części 1) - w zakresie budowy</w:t>
            </w:r>
            <w:r w:rsidRPr="00BF6FD0">
              <w:t xml:space="preserve"> </w:t>
            </w:r>
            <w:r w:rsidRPr="00BF6FD0">
              <w:rPr>
                <w:rFonts w:ascii="Arial" w:hAnsi="Arial" w:cs="Arial"/>
              </w:rPr>
              <w:t>sieci wodociągowej o wartości minimum 250 000,00 zł brutto każda,</w:t>
            </w:r>
          </w:p>
          <w:p w14:paraId="632E0A37" w14:textId="77777777" w:rsidR="0091754F" w:rsidRPr="00BF6FD0" w:rsidRDefault="0091754F" w:rsidP="00884D65">
            <w:pPr>
              <w:spacing w:before="60" w:after="60" w:line="360" w:lineRule="auto"/>
              <w:jc w:val="both"/>
              <w:rPr>
                <w:rFonts w:ascii="Arial" w:hAnsi="Arial" w:cs="Arial"/>
              </w:rPr>
            </w:pPr>
            <w:r w:rsidRPr="00BF6FD0">
              <w:rPr>
                <w:rFonts w:ascii="Arial" w:hAnsi="Arial" w:cs="Arial"/>
              </w:rPr>
              <w:t xml:space="preserve">- dla Części 2) - w zakresie </w:t>
            </w:r>
            <w:r>
              <w:rPr>
                <w:rFonts w:ascii="Arial" w:hAnsi="Arial" w:cs="Arial"/>
              </w:rPr>
              <w:t>usług wodno- kanalizacyjnych</w:t>
            </w:r>
            <w:r w:rsidRPr="00BF6FD0">
              <w:rPr>
                <w:rFonts w:ascii="Arial" w:hAnsi="Arial" w:cs="Arial"/>
              </w:rPr>
              <w:t xml:space="preserve"> o wartości minimum: </w:t>
            </w:r>
            <w:r>
              <w:rPr>
                <w:rFonts w:ascii="Arial" w:hAnsi="Arial" w:cs="Arial"/>
              </w:rPr>
              <w:t>5</w:t>
            </w:r>
            <w:r w:rsidRPr="00BF6FD0">
              <w:rPr>
                <w:rFonts w:ascii="Arial" w:hAnsi="Arial" w:cs="Arial"/>
              </w:rPr>
              <w:t xml:space="preserve">0 000,00 zł brutto każda.  </w:t>
            </w:r>
          </w:p>
          <w:p w14:paraId="784ACECC" w14:textId="77777777" w:rsidR="0091754F" w:rsidRPr="009F799A" w:rsidRDefault="0091754F" w:rsidP="00884D65">
            <w:pPr>
              <w:spacing w:before="60" w:after="60" w:line="360" w:lineRule="auto"/>
              <w:jc w:val="both"/>
              <w:rPr>
                <w:rFonts w:ascii="Arial" w:hAnsi="Arial" w:cs="Arial"/>
              </w:rPr>
            </w:pPr>
            <w:r w:rsidRPr="00BF6FD0">
              <w:rPr>
                <w:rFonts w:ascii="Arial" w:hAnsi="Arial" w:cs="Arial"/>
              </w:rPr>
              <w:t xml:space="preserve">Zamawiający wymaga wykazania w załączniku nr 8 do SWZ </w:t>
            </w:r>
            <w:r w:rsidRPr="00BF6FD0">
              <w:rPr>
                <w:rFonts w:ascii="Arial" w:hAnsi="Arial" w:cs="Arial"/>
              </w:rPr>
              <w:br/>
              <w:t xml:space="preserve">co najmniej kierownika budowy posiadającego uprawnienia </w:t>
            </w:r>
            <w:r w:rsidRPr="00BF6FD0">
              <w:rPr>
                <w:rFonts w:ascii="Arial" w:hAnsi="Arial" w:cs="Arial"/>
              </w:rPr>
              <w:br/>
              <w:t xml:space="preserve">budowalne w specjalności instalacyjnej w zakresie sieci, instalacji </w:t>
            </w:r>
            <w:r w:rsidRPr="00BF6FD0">
              <w:rPr>
                <w:rFonts w:ascii="Arial" w:hAnsi="Arial" w:cs="Arial"/>
              </w:rPr>
              <w:br/>
              <w:t>i urządzeń cieplnych wentylacyjnych, gazowych i wodociągowych [dla Części 1) i 2)].</w:t>
            </w:r>
          </w:p>
          <w:p w14:paraId="68EC5ABF" w14:textId="77777777" w:rsidR="0091754F" w:rsidRPr="00202659" w:rsidRDefault="0091754F" w:rsidP="00884D65">
            <w:pPr>
              <w:spacing w:before="60" w:after="60" w:line="360" w:lineRule="auto"/>
              <w:jc w:val="both"/>
              <w:rPr>
                <w:rFonts w:ascii="Arial" w:hAnsi="Arial" w:cs="Arial"/>
              </w:rPr>
            </w:pPr>
            <w:r w:rsidRPr="009F799A">
              <w:rPr>
                <w:rFonts w:ascii="Arial" w:hAnsi="Arial" w:cs="Arial"/>
              </w:rPr>
              <w:t>Ocena spełniania warunków udziału w postępowaniu będzie dokonana na zasadzie spełnia/nie spełnia.</w:t>
            </w:r>
          </w:p>
        </w:tc>
      </w:tr>
      <w:tr w:rsidR="0091754F" w:rsidRPr="00202659" w14:paraId="3027A7BE" w14:textId="77777777" w:rsidTr="0091754F"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26538" w14:textId="77777777" w:rsidR="0091754F" w:rsidRPr="00202659" w:rsidRDefault="0091754F" w:rsidP="00884D65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5003D5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E43E" w14:textId="77777777" w:rsidR="0091754F" w:rsidRPr="00202659" w:rsidRDefault="0091754F" w:rsidP="00884D65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5003D5">
              <w:rPr>
                <w:rFonts w:ascii="Arial" w:hAnsi="Arial" w:cs="Arial"/>
                <w:b/>
                <w:bCs/>
              </w:rPr>
              <w:t>Zdolność do występowania w obrocie gospodarczym</w:t>
            </w:r>
          </w:p>
          <w:p w14:paraId="702E02A0" w14:textId="77777777" w:rsidR="0091754F" w:rsidRPr="00202659" w:rsidRDefault="0091754F" w:rsidP="00884D65">
            <w:pPr>
              <w:spacing w:before="60" w:after="60" w:line="360" w:lineRule="auto"/>
              <w:jc w:val="both"/>
              <w:rPr>
                <w:rFonts w:ascii="Arial" w:hAnsi="Arial" w:cs="Arial"/>
              </w:rPr>
            </w:pPr>
            <w:r w:rsidRPr="005003D5">
              <w:rPr>
                <w:rFonts w:ascii="Arial" w:hAnsi="Arial" w:cs="Arial"/>
              </w:rPr>
              <w:t xml:space="preserve">O udzielenie zamówienia publicznego mogą ubiegać się wykonawcy, którzy spełniają warunki, dotyczące posiadania zdolności </w:t>
            </w:r>
            <w:r>
              <w:rPr>
                <w:rFonts w:ascii="Arial" w:hAnsi="Arial" w:cs="Arial"/>
              </w:rPr>
              <w:br/>
            </w:r>
            <w:r w:rsidRPr="005003D5">
              <w:rPr>
                <w:rFonts w:ascii="Arial" w:hAnsi="Arial" w:cs="Arial"/>
              </w:rPr>
              <w:t>do występowania w obrocie gospodarczym. Ocena spełniania warunków udziału w postępowaniu będzie dokonana na zasadzie spełnia/nie spełnia.</w:t>
            </w:r>
          </w:p>
        </w:tc>
      </w:tr>
    </w:tbl>
    <w:p w14:paraId="428D4E94" w14:textId="77777777" w:rsidR="00E21BB4" w:rsidRPr="0012157F" w:rsidRDefault="00257E73" w:rsidP="00257E73">
      <w:pP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</w:t>
      </w:r>
    </w:p>
    <w:p w14:paraId="420C68FE" w14:textId="77777777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7124C152" w14:textId="77777777" w:rsidR="00C62F57" w:rsidRDefault="00C62F57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2A1959F5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299CC686" w14:textId="77777777" w:rsidR="00721D87" w:rsidRDefault="00E21BB4" w:rsidP="000C2F90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następującego/ych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r w:rsidRPr="00E21BB4">
        <w:rPr>
          <w:rFonts w:ascii="Arial" w:hAnsi="Arial" w:cs="Arial"/>
          <w:sz w:val="24"/>
          <w:szCs w:val="24"/>
        </w:rPr>
        <w:t xml:space="preserve">ych zasoby: </w:t>
      </w:r>
    </w:p>
    <w:p w14:paraId="7E78D732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7CE4952B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683B8423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4E4913BF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648768D7" w14:textId="77777777" w:rsidR="00E21BB4" w:rsidRPr="00721D87" w:rsidRDefault="00E21BB4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39CDF3DF" w14:textId="77777777" w:rsidR="00C62F57" w:rsidRDefault="00257E73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1315740E" w14:textId="77777777" w:rsidTr="00CD4DD1">
        <w:tc>
          <w:tcPr>
            <w:tcW w:w="9104" w:type="dxa"/>
            <w:shd w:val="clear" w:color="auto" w:fill="D9D9D9"/>
          </w:tcPr>
          <w:p w14:paraId="2D117DD7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lastRenderedPageBreak/>
              <w:t>OŚWIADCZENIE DOTYCZĄCE PODANYCH INFORMACJI</w:t>
            </w:r>
          </w:p>
        </w:tc>
      </w:tr>
    </w:tbl>
    <w:p w14:paraId="3911F37C" w14:textId="77777777" w:rsidR="00FE4E2B" w:rsidRPr="00E426E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7BAEDFAB" w14:textId="77777777" w:rsidTr="00847232">
        <w:tc>
          <w:tcPr>
            <w:tcW w:w="9104" w:type="dxa"/>
            <w:shd w:val="clear" w:color="auto" w:fill="D9D9D9"/>
          </w:tcPr>
          <w:p w14:paraId="00B6B0F2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7EC7A651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C447F44" w14:textId="77777777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7AD327B2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11A6C942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4683AA8A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4324780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7EDCB65" w14:textId="77777777" w:rsidR="00E426EB" w:rsidRDefault="00E426E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8A0CFFC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57DEC6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420A1ECE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194CAC9D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2D86CC77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59E3B" w14:textId="77777777" w:rsidR="00DE55DF" w:rsidRDefault="00DE55DF" w:rsidP="0038231F">
      <w:pPr>
        <w:spacing w:after="0" w:line="240" w:lineRule="auto"/>
      </w:pPr>
      <w:r>
        <w:separator/>
      </w:r>
    </w:p>
  </w:endnote>
  <w:endnote w:type="continuationSeparator" w:id="0">
    <w:p w14:paraId="344E8E0E" w14:textId="77777777" w:rsidR="00DE55DF" w:rsidRDefault="00DE55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5784D" w14:textId="77777777" w:rsidR="00BB228C" w:rsidRDefault="00BB22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C6F8B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4DEFE709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7B565" w14:textId="77777777" w:rsidR="00BB228C" w:rsidRDefault="00BB22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326C9" w14:textId="77777777" w:rsidR="00DE55DF" w:rsidRDefault="00DE55DF" w:rsidP="0038231F">
      <w:pPr>
        <w:spacing w:after="0" w:line="240" w:lineRule="auto"/>
      </w:pPr>
      <w:r>
        <w:separator/>
      </w:r>
    </w:p>
  </w:footnote>
  <w:footnote w:type="continuationSeparator" w:id="0">
    <w:p w14:paraId="4CBA2034" w14:textId="77777777" w:rsidR="00DE55DF" w:rsidRDefault="00DE55DF" w:rsidP="0038231F">
      <w:pPr>
        <w:spacing w:after="0" w:line="240" w:lineRule="auto"/>
      </w:pPr>
      <w:r>
        <w:continuationSeparator/>
      </w:r>
    </w:p>
  </w:footnote>
  <w:footnote w:id="1">
    <w:p w14:paraId="558BBB73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6CA31878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EEB0CC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="00E01091" w:rsidRPr="00E01091">
        <w:rPr>
          <w:rFonts w:ascii="Arial" w:hAnsi="Arial" w:cs="Arial"/>
          <w:sz w:val="16"/>
          <w:szCs w:val="16"/>
        </w:rPr>
        <w:t>t.j.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017008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r w:rsidR="00E01091" w:rsidRPr="00E01091">
        <w:rPr>
          <w:rFonts w:ascii="Arial" w:hAnsi="Arial" w:cs="Arial"/>
          <w:sz w:val="16"/>
          <w:szCs w:val="16"/>
        </w:rPr>
        <w:t>t.j.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41E85" w14:textId="77777777" w:rsidR="00BB228C" w:rsidRDefault="00BB22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68E05" w14:textId="77777777" w:rsidR="00BB228C" w:rsidRDefault="00BB22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0E7C7" w14:textId="77777777" w:rsidR="00BB228C" w:rsidRDefault="00BB22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6490726">
    <w:abstractNumId w:val="11"/>
  </w:num>
  <w:num w:numId="2" w16cid:durableId="1512717353">
    <w:abstractNumId w:val="0"/>
  </w:num>
  <w:num w:numId="3" w16cid:durableId="660734429">
    <w:abstractNumId w:val="10"/>
  </w:num>
  <w:num w:numId="4" w16cid:durableId="968248628">
    <w:abstractNumId w:val="13"/>
  </w:num>
  <w:num w:numId="5" w16cid:durableId="425544702">
    <w:abstractNumId w:val="12"/>
  </w:num>
  <w:num w:numId="6" w16cid:durableId="289674234">
    <w:abstractNumId w:val="9"/>
  </w:num>
  <w:num w:numId="7" w16cid:durableId="566260574">
    <w:abstractNumId w:val="1"/>
  </w:num>
  <w:num w:numId="8" w16cid:durableId="497577015">
    <w:abstractNumId w:val="6"/>
  </w:num>
  <w:num w:numId="9" w16cid:durableId="1285037787">
    <w:abstractNumId w:val="4"/>
  </w:num>
  <w:num w:numId="10" w16cid:durableId="1846046502">
    <w:abstractNumId w:val="7"/>
  </w:num>
  <w:num w:numId="11" w16cid:durableId="1697610284">
    <w:abstractNumId w:val="5"/>
  </w:num>
  <w:num w:numId="12" w16cid:durableId="934895771">
    <w:abstractNumId w:val="8"/>
  </w:num>
  <w:num w:numId="13" w16cid:durableId="1984113555">
    <w:abstractNumId w:val="3"/>
  </w:num>
  <w:num w:numId="14" w16cid:durableId="14312453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201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A1749"/>
    <w:rsid w:val="000B1025"/>
    <w:rsid w:val="000B54D1"/>
    <w:rsid w:val="000C021E"/>
    <w:rsid w:val="000C18AF"/>
    <w:rsid w:val="000C2F90"/>
    <w:rsid w:val="000D392B"/>
    <w:rsid w:val="000D6F17"/>
    <w:rsid w:val="000D73C4"/>
    <w:rsid w:val="000E4C8B"/>
    <w:rsid w:val="000E4D37"/>
    <w:rsid w:val="000E6201"/>
    <w:rsid w:val="00110593"/>
    <w:rsid w:val="0011306C"/>
    <w:rsid w:val="0012157F"/>
    <w:rsid w:val="00160A7A"/>
    <w:rsid w:val="0018769E"/>
    <w:rsid w:val="001902D2"/>
    <w:rsid w:val="001C6945"/>
    <w:rsid w:val="001F027E"/>
    <w:rsid w:val="00203A40"/>
    <w:rsid w:val="002168A8"/>
    <w:rsid w:val="00232DF0"/>
    <w:rsid w:val="002342F1"/>
    <w:rsid w:val="00237888"/>
    <w:rsid w:val="002426FF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4951"/>
    <w:rsid w:val="00527A6F"/>
    <w:rsid w:val="005434B3"/>
    <w:rsid w:val="00561084"/>
    <w:rsid w:val="005641F0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D536F"/>
    <w:rsid w:val="006F0034"/>
    <w:rsid w:val="006F3D32"/>
    <w:rsid w:val="007020E3"/>
    <w:rsid w:val="00710937"/>
    <w:rsid w:val="007118F0"/>
    <w:rsid w:val="00721D87"/>
    <w:rsid w:val="0072560B"/>
    <w:rsid w:val="0073038A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2991"/>
    <w:rsid w:val="00847232"/>
    <w:rsid w:val="008757E1"/>
    <w:rsid w:val="00892E48"/>
    <w:rsid w:val="008B121D"/>
    <w:rsid w:val="008C5709"/>
    <w:rsid w:val="008C6DF8"/>
    <w:rsid w:val="008C7FB3"/>
    <w:rsid w:val="008D0487"/>
    <w:rsid w:val="008D33C8"/>
    <w:rsid w:val="008F3B4E"/>
    <w:rsid w:val="008F5F77"/>
    <w:rsid w:val="0091264E"/>
    <w:rsid w:val="009169D4"/>
    <w:rsid w:val="0091754F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B4ED9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47D12"/>
    <w:rsid w:val="00A90D0E"/>
    <w:rsid w:val="00AC5247"/>
    <w:rsid w:val="00AE6FF2"/>
    <w:rsid w:val="00B0088C"/>
    <w:rsid w:val="00B15219"/>
    <w:rsid w:val="00B15FD3"/>
    <w:rsid w:val="00B27A0C"/>
    <w:rsid w:val="00B3093F"/>
    <w:rsid w:val="00B34079"/>
    <w:rsid w:val="00B36ABD"/>
    <w:rsid w:val="00B41B4D"/>
    <w:rsid w:val="00B8005E"/>
    <w:rsid w:val="00B90E42"/>
    <w:rsid w:val="00BB0C3C"/>
    <w:rsid w:val="00BB228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D146A"/>
    <w:rsid w:val="00DD3E9D"/>
    <w:rsid w:val="00DE55DF"/>
    <w:rsid w:val="00E01091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36D5C3"/>
  <w15:docId w15:val="{29F4B75D-173E-45FF-BEE8-D8EF79BE2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</TotalTime>
  <Pages>5</Pages>
  <Words>1073</Words>
  <Characters>6441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5</cp:revision>
  <cp:lastPrinted>2016-07-26T10:32:00Z</cp:lastPrinted>
  <dcterms:created xsi:type="dcterms:W3CDTF">2025-08-12T12:53:00Z</dcterms:created>
  <dcterms:modified xsi:type="dcterms:W3CDTF">2026-02-06T10:01:00Z</dcterms:modified>
</cp:coreProperties>
</file>